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0C5" w:rsidRPr="00FD3F68" w:rsidRDefault="009570C5" w:rsidP="00C4226C">
      <w:pPr>
        <w:overflowPunct/>
        <w:jc w:val="right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>В г</w:t>
      </w:r>
      <w:r w:rsidRPr="00FD3F68">
        <w:rPr>
          <w:sz w:val="24"/>
          <w:szCs w:val="24"/>
        </w:rPr>
        <w:t>осударственное казенное учреждение социальной</w:t>
      </w:r>
    </w:p>
    <w:p w:rsidR="009570C5" w:rsidRPr="00FD3F68" w:rsidRDefault="009570C5" w:rsidP="00C4226C">
      <w:pPr>
        <w:overflowPunct/>
        <w:jc w:val="right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 xml:space="preserve">                             защиты населения по </w:t>
      </w:r>
      <w:r>
        <w:rPr>
          <w:sz w:val="24"/>
          <w:szCs w:val="24"/>
        </w:rPr>
        <w:t>Суздальскому району</w:t>
      </w:r>
    </w:p>
    <w:p w:rsidR="009570C5" w:rsidRDefault="009570C5" w:rsidP="00C4226C">
      <w:pPr>
        <w:overflowPunct/>
        <w:jc w:val="right"/>
        <w:textAlignment w:val="auto"/>
        <w:outlineLvl w:val="0"/>
        <w:rPr>
          <w:sz w:val="16"/>
          <w:szCs w:val="16"/>
        </w:rPr>
      </w:pPr>
    </w:p>
    <w:p w:rsidR="009570C5" w:rsidRPr="002271CA" w:rsidRDefault="009570C5" w:rsidP="00C4226C">
      <w:pPr>
        <w:overflowPunct/>
        <w:jc w:val="right"/>
        <w:textAlignment w:val="auto"/>
        <w:outlineLvl w:val="0"/>
        <w:rPr>
          <w:sz w:val="16"/>
          <w:szCs w:val="16"/>
        </w:rPr>
      </w:pPr>
    </w:p>
    <w:p w:rsidR="009570C5" w:rsidRDefault="009570C5" w:rsidP="00C4226C">
      <w:pPr>
        <w:overflowPunct/>
        <w:jc w:val="center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 xml:space="preserve">Заявление о </w:t>
      </w:r>
      <w:r>
        <w:rPr>
          <w:sz w:val="24"/>
          <w:szCs w:val="24"/>
        </w:rPr>
        <w:t>предоставлении мер социальной поддержки лицам,</w:t>
      </w:r>
    </w:p>
    <w:p w:rsidR="009570C5" w:rsidRPr="00FD3F68" w:rsidRDefault="009570C5" w:rsidP="00C4226C">
      <w:pPr>
        <w:overflowPunct/>
        <w:jc w:val="center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которым на 3 сентября 1945 года не исполнилось 18 лет («Дети войны»)</w:t>
      </w: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1. (Ф.И.О.) ______________________________</w:t>
      </w:r>
      <w:r>
        <w:rPr>
          <w:sz w:val="24"/>
          <w:szCs w:val="24"/>
        </w:rPr>
        <w:t>__</w:t>
      </w:r>
      <w:r w:rsidRPr="00FD3F68">
        <w:rPr>
          <w:sz w:val="24"/>
          <w:szCs w:val="24"/>
        </w:rPr>
        <w:t>_________________</w:t>
      </w:r>
      <w:r>
        <w:rPr>
          <w:sz w:val="24"/>
          <w:szCs w:val="24"/>
        </w:rPr>
        <w:t>__________</w:t>
      </w:r>
      <w:r w:rsidRPr="00FD3F68">
        <w:rPr>
          <w:sz w:val="24"/>
          <w:szCs w:val="24"/>
        </w:rPr>
        <w:t>________,</w:t>
      </w:r>
    </w:p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проживающий(ая) по адресу: _____________________________________</w:t>
      </w:r>
      <w:r>
        <w:rPr>
          <w:sz w:val="24"/>
          <w:szCs w:val="24"/>
        </w:rPr>
        <w:t>_</w:t>
      </w:r>
      <w:r w:rsidRPr="00FD3F68">
        <w:rPr>
          <w:sz w:val="24"/>
          <w:szCs w:val="24"/>
        </w:rPr>
        <w:t>____</w:t>
      </w:r>
      <w:r>
        <w:rPr>
          <w:sz w:val="24"/>
          <w:szCs w:val="24"/>
        </w:rPr>
        <w:t>________</w:t>
      </w:r>
      <w:r w:rsidRPr="00FD3F68">
        <w:rPr>
          <w:sz w:val="24"/>
          <w:szCs w:val="24"/>
        </w:rPr>
        <w:t>__</w:t>
      </w: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_____________________________________________________тел._____________________</w:t>
      </w:r>
    </w:p>
    <w:p w:rsidR="009570C5" w:rsidRPr="00D7118A" w:rsidRDefault="009570C5" w:rsidP="00C4226C">
      <w:pPr>
        <w:overflowPunct/>
        <w:jc w:val="both"/>
        <w:textAlignment w:val="auto"/>
        <w:outlineLvl w:val="0"/>
        <w:rPr>
          <w:sz w:val="16"/>
          <w:szCs w:val="16"/>
        </w:rPr>
      </w:pP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 xml:space="preserve">2. Сведения о законном представителе </w:t>
      </w:r>
      <w:r>
        <w:rPr>
          <w:sz w:val="24"/>
          <w:szCs w:val="24"/>
        </w:rPr>
        <w:t xml:space="preserve">недееспособного </w:t>
      </w:r>
      <w:r w:rsidRPr="00FD3F68">
        <w:rPr>
          <w:sz w:val="24"/>
          <w:szCs w:val="24"/>
        </w:rPr>
        <w:t>лица:</w:t>
      </w: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(Ф.И.О.)________________________________________</w:t>
      </w:r>
      <w:r>
        <w:rPr>
          <w:sz w:val="24"/>
          <w:szCs w:val="24"/>
        </w:rPr>
        <w:t>__</w:t>
      </w:r>
      <w:r w:rsidRPr="00FD3F68">
        <w:rPr>
          <w:sz w:val="24"/>
          <w:szCs w:val="24"/>
        </w:rPr>
        <w:t>________________</w:t>
      </w:r>
      <w:r>
        <w:rPr>
          <w:sz w:val="24"/>
          <w:szCs w:val="24"/>
        </w:rPr>
        <w:t>_______</w:t>
      </w:r>
      <w:r w:rsidRPr="00FD3F68">
        <w:rPr>
          <w:sz w:val="24"/>
          <w:szCs w:val="24"/>
        </w:rPr>
        <w:t>_____</w:t>
      </w:r>
    </w:p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Проживающий(ая) по адресу: _________________________________________</w:t>
      </w:r>
      <w:r>
        <w:rPr>
          <w:sz w:val="24"/>
          <w:szCs w:val="24"/>
        </w:rPr>
        <w:t>_</w:t>
      </w:r>
      <w:r w:rsidRPr="00FD3F68">
        <w:rPr>
          <w:sz w:val="24"/>
          <w:szCs w:val="24"/>
        </w:rPr>
        <w:t>___</w:t>
      </w:r>
      <w:r>
        <w:rPr>
          <w:sz w:val="24"/>
          <w:szCs w:val="24"/>
        </w:rPr>
        <w:t>_______</w:t>
      </w:r>
    </w:p>
    <w:p w:rsidR="009570C5" w:rsidRPr="002271CA" w:rsidRDefault="009570C5" w:rsidP="00C4226C">
      <w:pPr>
        <w:overflowPunct/>
        <w:jc w:val="both"/>
        <w:textAlignment w:val="auto"/>
        <w:outlineLvl w:val="0"/>
        <w:rPr>
          <w:sz w:val="16"/>
          <w:szCs w:val="16"/>
        </w:rPr>
      </w:pP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 xml:space="preserve">3. Прошу назначить мне </w:t>
      </w:r>
      <w:r>
        <w:rPr>
          <w:sz w:val="24"/>
          <w:szCs w:val="24"/>
        </w:rPr>
        <w:t>меры социальной поддержки (нужное – подчеркнуть):</w:t>
      </w: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- еже</w:t>
      </w:r>
      <w:r>
        <w:rPr>
          <w:sz w:val="24"/>
          <w:szCs w:val="24"/>
        </w:rPr>
        <w:t>годную денежную выплату ко Дню Победы советского народа в Великой Отечественной войне 1941-1945 годов (9 мая);</w:t>
      </w:r>
    </w:p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- компен</w:t>
      </w:r>
      <w:r>
        <w:rPr>
          <w:sz w:val="24"/>
          <w:szCs w:val="24"/>
        </w:rPr>
        <w:t>сацию расходов на оплату жилищно-</w:t>
      </w:r>
      <w:r w:rsidRPr="00FD3F68">
        <w:rPr>
          <w:sz w:val="24"/>
          <w:szCs w:val="24"/>
        </w:rPr>
        <w:t>коммунальных услуг</w:t>
      </w:r>
      <w:r>
        <w:rPr>
          <w:sz w:val="24"/>
          <w:szCs w:val="24"/>
        </w:rPr>
        <w:t>.</w:t>
      </w: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Pr="009E754F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Денежные средства</w:t>
      </w:r>
      <w:r w:rsidRPr="009E754F">
        <w:rPr>
          <w:rFonts w:ascii="Times New Roman" w:hAnsi="Times New Roman" w:cs="Times New Roman"/>
          <w:sz w:val="24"/>
          <w:szCs w:val="24"/>
        </w:rPr>
        <w:t xml:space="preserve"> прошу перечислять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570C5" w:rsidRPr="009E754F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 лицевой счет №</w:t>
      </w:r>
      <w:r w:rsidRPr="009E754F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9E754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754F">
        <w:rPr>
          <w:rFonts w:ascii="Times New Roman" w:hAnsi="Times New Roman" w:cs="Times New Roman"/>
          <w:sz w:val="24"/>
          <w:szCs w:val="24"/>
        </w:rPr>
        <w:t>__________________ в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9E754F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E754F">
        <w:rPr>
          <w:rFonts w:ascii="Times New Roman" w:hAnsi="Times New Roman" w:cs="Times New Roman"/>
          <w:sz w:val="24"/>
          <w:szCs w:val="24"/>
        </w:rPr>
        <w:t>_____________________;</w:t>
      </w:r>
    </w:p>
    <w:p w:rsidR="009570C5" w:rsidRDefault="009570C5" w:rsidP="00C4226C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4226C">
        <w:rPr>
          <w:rFonts w:ascii="Times New Roman" w:hAnsi="Times New Roman" w:cs="Times New Roman"/>
          <w:b/>
          <w:bCs/>
          <w:sz w:val="16"/>
          <w:szCs w:val="16"/>
        </w:rPr>
        <w:t>(наименование кредитной организации)</w:t>
      </w:r>
    </w:p>
    <w:p w:rsidR="009570C5" w:rsidRPr="00C4226C" w:rsidRDefault="009570C5" w:rsidP="00C4226C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754F">
        <w:rPr>
          <w:rFonts w:ascii="Times New Roman" w:hAnsi="Times New Roman" w:cs="Times New Roman"/>
          <w:sz w:val="24"/>
          <w:szCs w:val="24"/>
        </w:rPr>
        <w:t xml:space="preserve">    - через почтовое отделение </w:t>
      </w:r>
      <w:r>
        <w:rPr>
          <w:rFonts w:ascii="Times New Roman" w:hAnsi="Times New Roman" w:cs="Times New Roman"/>
          <w:sz w:val="24"/>
          <w:szCs w:val="24"/>
        </w:rPr>
        <w:t>АО</w:t>
      </w:r>
      <w:r w:rsidRPr="009E754F">
        <w:rPr>
          <w:rFonts w:ascii="Times New Roman" w:hAnsi="Times New Roman" w:cs="Times New Roman"/>
          <w:sz w:val="24"/>
          <w:szCs w:val="24"/>
        </w:rPr>
        <w:t xml:space="preserve"> "Почта России"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E754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9E754F">
        <w:rPr>
          <w:rFonts w:ascii="Times New Roman" w:hAnsi="Times New Roman" w:cs="Times New Roman"/>
          <w:sz w:val="24"/>
          <w:szCs w:val="24"/>
        </w:rPr>
        <w:t>______________</w:t>
      </w:r>
    </w:p>
    <w:p w:rsidR="009570C5" w:rsidRPr="009E754F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570C5" w:rsidRPr="009E754F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9"/>
        <w:gridCol w:w="1917"/>
      </w:tblGrid>
      <w:tr w:rsidR="009570C5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К заявлению прилагаю следующие документы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______ листах</w:t>
            </w:r>
          </w:p>
        </w:tc>
      </w:tr>
      <w:tr w:rsidR="009570C5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1. Копию документов, удостоверяющих личность и постоянное проживание на территории области</w:t>
            </w:r>
            <w:r>
              <w:rPr>
                <w:sz w:val="24"/>
                <w:szCs w:val="24"/>
              </w:rPr>
              <w:t xml:space="preserve"> заявителя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  <w:tr w:rsidR="009570C5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 xml:space="preserve">2. Копию документов, удостоверяющих личность </w:t>
            </w:r>
            <w:r>
              <w:rPr>
                <w:sz w:val="24"/>
                <w:szCs w:val="24"/>
              </w:rPr>
              <w:t>законного представителя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  <w:tr w:rsidR="009570C5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Копию документа, подтверждающего полномочия законного представителя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  <w:tr w:rsidR="009570C5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4.Копию удостоверения лица, которому на 3 сентября 1945 года не исполнилось 18 лет («Дети войны»)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  <w:tr w:rsidR="009570C5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5.Копию документа, подтверждающего регистрацию по месту пребывания на территории области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  <w:tr w:rsidR="009570C5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6.Копию страхового свидетельства государственного пенсионного страхования заявителя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</w:tbl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14B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9"/>
        <w:gridCol w:w="1917"/>
      </w:tblGrid>
      <w:tr w:rsidR="009570C5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902A83">
            <w:pPr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FD3F68">
              <w:rPr>
                <w:sz w:val="24"/>
                <w:szCs w:val="24"/>
              </w:rPr>
              <w:t>Справку о характеристике жилого помещения или документы, подтверждающие площадь занимаемого жилого помещения, в том числе отапливаемую, количество комнат, вид жилищного фонда (нужное подчеркнуть)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902A83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  <w:tr w:rsidR="009570C5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902A83">
            <w:pPr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D3F68">
              <w:rPr>
                <w:sz w:val="24"/>
                <w:szCs w:val="24"/>
              </w:rPr>
              <w:t>. Копии квитанций на оплату жилищно-коммунальных услуг по адресу получателя за последний календарный месяц перед месяцем обращения, или договоры на оказание коммунальных услуг, или справки из организаций, предоставляющих коммунальные услуги (нужное подчеркнуть)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902A83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</w:tbl>
    <w:p w:rsidR="009570C5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570C5" w:rsidRPr="006D14B2" w:rsidRDefault="009570C5" w:rsidP="00C422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14B2">
        <w:rPr>
          <w:rFonts w:ascii="Times New Roman" w:hAnsi="Times New Roman" w:cs="Times New Roman"/>
          <w:sz w:val="24"/>
          <w:szCs w:val="24"/>
        </w:rPr>
        <w:t>Согласен(на)  на  обработку  моих  персональных  данных, содержащихся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настоящем   заявлении</w:t>
      </w:r>
      <w:r>
        <w:rPr>
          <w:rFonts w:ascii="Times New Roman" w:hAnsi="Times New Roman" w:cs="Times New Roman"/>
          <w:sz w:val="24"/>
          <w:szCs w:val="24"/>
        </w:rPr>
        <w:t xml:space="preserve"> и прилагаемых документах</w:t>
      </w:r>
      <w:r w:rsidRPr="006D14B2">
        <w:rPr>
          <w:rFonts w:ascii="Times New Roman" w:hAnsi="Times New Roman" w:cs="Times New Roman"/>
          <w:sz w:val="24"/>
          <w:szCs w:val="24"/>
        </w:rPr>
        <w:t>,   в  том  числе  сбор,  систематизацию,  накопление,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хранение, уточнение (обновление, изменение), использование, распространение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(в   том   числе   передачу),   обезличивание,   блокирование,  уничтожение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персональных  данных,  имеющихся  в  распоряжении  департамента 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защиты  населения  администрации  Владимирской  области  и 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казенного  учреждения  социальной  защиты  населения Владимирской области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целью   предоставления  мне  мер  социальной  поддержки  в  соответствии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действующим законодательством.</w:t>
      </w:r>
    </w:p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6D14B2">
        <w:rPr>
          <w:sz w:val="24"/>
          <w:szCs w:val="24"/>
        </w:rPr>
        <w:t xml:space="preserve">    Согласие  на  обработку  и  передачу  персональных  данных  действует в</w:t>
      </w:r>
      <w:r>
        <w:rPr>
          <w:sz w:val="24"/>
          <w:szCs w:val="24"/>
        </w:rPr>
        <w:t xml:space="preserve"> </w:t>
      </w:r>
      <w:r w:rsidRPr="006D14B2">
        <w:rPr>
          <w:sz w:val="24"/>
          <w:szCs w:val="24"/>
        </w:rPr>
        <w:t>течение  всего  периода  получения  мер  социальной поддержки</w:t>
      </w:r>
      <w:r>
        <w:rPr>
          <w:sz w:val="24"/>
          <w:szCs w:val="24"/>
        </w:rPr>
        <w:t xml:space="preserve"> либо до моего письменного отзыва данного согласия.</w:t>
      </w:r>
    </w:p>
    <w:p w:rsidR="009570C5" w:rsidRPr="004000BF" w:rsidRDefault="009570C5" w:rsidP="00C4226C">
      <w:pPr>
        <w:overflowPunct/>
        <w:jc w:val="both"/>
        <w:textAlignment w:val="auto"/>
        <w:outlineLvl w:val="0"/>
        <w:rPr>
          <w:sz w:val="16"/>
          <w:szCs w:val="16"/>
        </w:rPr>
      </w:pP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>П</w:t>
      </w:r>
      <w:r w:rsidRPr="00FD3F68">
        <w:rPr>
          <w:sz w:val="24"/>
          <w:szCs w:val="24"/>
        </w:rPr>
        <w:t>одтверждаю, что сведения, сообщенные мною, точные и исчерпывающие. Я</w:t>
      </w:r>
      <w:r>
        <w:rPr>
          <w:sz w:val="24"/>
          <w:szCs w:val="24"/>
        </w:rPr>
        <w:t xml:space="preserve"> </w:t>
      </w:r>
      <w:r w:rsidRPr="00FD3F68">
        <w:rPr>
          <w:sz w:val="24"/>
          <w:szCs w:val="24"/>
        </w:rPr>
        <w:t>уведомлен,   что   за   предоставление   ложных  сведений  может  наступить</w:t>
      </w:r>
      <w:r>
        <w:rPr>
          <w:sz w:val="24"/>
          <w:szCs w:val="24"/>
        </w:rPr>
        <w:t xml:space="preserve"> </w:t>
      </w:r>
      <w:r w:rsidRPr="00FD3F68">
        <w:rPr>
          <w:sz w:val="24"/>
          <w:szCs w:val="24"/>
        </w:rPr>
        <w:t>ответственность  в  соответствии с законодательством РФ. В случае изменения</w:t>
      </w:r>
      <w:r>
        <w:rPr>
          <w:sz w:val="24"/>
          <w:szCs w:val="24"/>
        </w:rPr>
        <w:t xml:space="preserve"> места жительства (пребывания)</w:t>
      </w:r>
      <w:r w:rsidRPr="00FD3F68">
        <w:rPr>
          <w:sz w:val="24"/>
          <w:szCs w:val="24"/>
        </w:rPr>
        <w:t xml:space="preserve"> либо  иных обстоятельств, влияющих на объем и условия</w:t>
      </w:r>
      <w:r>
        <w:rPr>
          <w:sz w:val="24"/>
          <w:szCs w:val="24"/>
        </w:rPr>
        <w:t xml:space="preserve"> </w:t>
      </w:r>
      <w:r w:rsidRPr="00FD3F68">
        <w:rPr>
          <w:sz w:val="24"/>
          <w:szCs w:val="24"/>
        </w:rPr>
        <w:t xml:space="preserve">предоставления  </w:t>
      </w:r>
      <w:r>
        <w:rPr>
          <w:sz w:val="24"/>
          <w:szCs w:val="24"/>
        </w:rPr>
        <w:t>мер социальной поддержки</w:t>
      </w:r>
      <w:r w:rsidRPr="00FD3F68">
        <w:rPr>
          <w:sz w:val="24"/>
          <w:szCs w:val="24"/>
        </w:rPr>
        <w:t xml:space="preserve"> об</w:t>
      </w:r>
      <w:r>
        <w:rPr>
          <w:sz w:val="24"/>
          <w:szCs w:val="24"/>
        </w:rPr>
        <w:t>язуюсь</w:t>
      </w:r>
      <w:r w:rsidRPr="00FD3F68">
        <w:rPr>
          <w:sz w:val="24"/>
          <w:szCs w:val="24"/>
        </w:rPr>
        <w:t xml:space="preserve"> известить учреждение в</w:t>
      </w:r>
      <w:r>
        <w:rPr>
          <w:sz w:val="24"/>
          <w:szCs w:val="24"/>
        </w:rPr>
        <w:t xml:space="preserve"> </w:t>
      </w:r>
      <w:r w:rsidRPr="00FD3F68">
        <w:rPr>
          <w:sz w:val="24"/>
          <w:szCs w:val="24"/>
        </w:rPr>
        <w:t>течение  месяца  со  дня  наступления  указанных  изменений  и  представить</w:t>
      </w: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подтверждающие документы.</w:t>
      </w:r>
    </w:p>
    <w:p w:rsidR="009570C5" w:rsidRPr="004000BF" w:rsidRDefault="009570C5" w:rsidP="00C4226C">
      <w:pPr>
        <w:overflowPunct/>
        <w:jc w:val="both"/>
        <w:textAlignment w:val="auto"/>
        <w:outlineLvl w:val="0"/>
        <w:rPr>
          <w:sz w:val="16"/>
          <w:szCs w:val="16"/>
        </w:rPr>
      </w:pP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Дата ___________________          Подпись заявителя _______________________</w:t>
      </w:r>
    </w:p>
    <w:p w:rsidR="009570C5" w:rsidRPr="00FD3F68" w:rsidRDefault="009570C5" w:rsidP="00C4226C">
      <w:pPr>
        <w:overflowPunct/>
        <w:jc w:val="both"/>
        <w:textAlignment w:val="auto"/>
        <w:rPr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99"/>
        <w:gridCol w:w="3515"/>
      </w:tblGrid>
      <w:tr w:rsidR="009570C5" w:rsidRPr="00FD3F68"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Данные, указанные в заявлении, соответствуют предоставленным документам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Подпись специалиста</w:t>
            </w:r>
          </w:p>
        </w:tc>
      </w:tr>
      <w:tr w:rsidR="009570C5" w:rsidRPr="00FD3F68">
        <w:tc>
          <w:tcPr>
            <w:tcW w:w="5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FD3F68" w:rsidRDefault="009570C5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</w:tbl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9570C5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9570C5" w:rsidRPr="00FD3F68" w:rsidRDefault="009570C5" w:rsidP="00C4226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-----------------------------------</w:t>
      </w:r>
      <w:r>
        <w:rPr>
          <w:sz w:val="24"/>
          <w:szCs w:val="24"/>
        </w:rPr>
        <w:t>------------------</w:t>
      </w:r>
      <w:r w:rsidRPr="00FD3F68">
        <w:rPr>
          <w:sz w:val="24"/>
          <w:szCs w:val="24"/>
        </w:rPr>
        <w:t>---------------------------------------  (линия отреза)</w:t>
      </w:r>
    </w:p>
    <w:p w:rsidR="009570C5" w:rsidRPr="00C4226C" w:rsidRDefault="009570C5" w:rsidP="00351786">
      <w:pPr>
        <w:overflowPunct/>
        <w:jc w:val="both"/>
        <w:textAlignment w:val="auto"/>
        <w:outlineLvl w:val="0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>Ра</w:t>
      </w:r>
      <w:r w:rsidRPr="00C4226C">
        <w:rPr>
          <w:sz w:val="22"/>
          <w:szCs w:val="22"/>
        </w:rPr>
        <w:t>списка-уведомление</w:t>
      </w:r>
    </w:p>
    <w:p w:rsidR="009570C5" w:rsidRPr="00C4226C" w:rsidRDefault="009570C5" w:rsidP="00351786">
      <w:pPr>
        <w:overflowPunct/>
        <w:jc w:val="both"/>
        <w:textAlignment w:val="auto"/>
        <w:outlineLvl w:val="0"/>
        <w:rPr>
          <w:sz w:val="22"/>
          <w:szCs w:val="22"/>
        </w:rPr>
      </w:pPr>
    </w:p>
    <w:p w:rsidR="009570C5" w:rsidRPr="00C4226C" w:rsidRDefault="009570C5" w:rsidP="00351786">
      <w:pPr>
        <w:overflowPunct/>
        <w:jc w:val="both"/>
        <w:textAlignment w:val="auto"/>
        <w:outlineLvl w:val="0"/>
        <w:rPr>
          <w:sz w:val="22"/>
          <w:szCs w:val="22"/>
        </w:rPr>
      </w:pPr>
      <w:r w:rsidRPr="00C4226C">
        <w:rPr>
          <w:sz w:val="22"/>
          <w:szCs w:val="22"/>
        </w:rPr>
        <w:t>Заявление и документы гр.</w:t>
      </w:r>
    </w:p>
    <w:p w:rsidR="009570C5" w:rsidRPr="00C4226C" w:rsidRDefault="009570C5" w:rsidP="00351786">
      <w:pPr>
        <w:overflowPunct/>
        <w:jc w:val="both"/>
        <w:textAlignment w:val="auto"/>
        <w:rPr>
          <w:sz w:val="22"/>
          <w:szCs w:val="22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3175"/>
        <w:gridCol w:w="3515"/>
      </w:tblGrid>
      <w:tr w:rsidR="009570C5" w:rsidRPr="00C4226C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9570C5" w:rsidRPr="00C4226C" w:rsidRDefault="009570C5" w:rsidP="00102B0D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C4226C">
              <w:rPr>
                <w:sz w:val="22"/>
                <w:szCs w:val="22"/>
              </w:rPr>
              <w:t>Регистрационный номер заявления</w:t>
            </w:r>
          </w:p>
        </w:tc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C4226C" w:rsidRDefault="009570C5" w:rsidP="00102B0D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C4226C">
              <w:rPr>
                <w:sz w:val="22"/>
                <w:szCs w:val="22"/>
              </w:rPr>
              <w:t>Принял</w:t>
            </w:r>
          </w:p>
        </w:tc>
      </w:tr>
      <w:tr w:rsidR="009570C5" w:rsidRPr="00C4226C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C4226C" w:rsidRDefault="009570C5" w:rsidP="00102B0D">
            <w:pPr>
              <w:overflowPunct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C4226C" w:rsidRDefault="009570C5" w:rsidP="00102B0D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C4226C">
              <w:rPr>
                <w:sz w:val="22"/>
                <w:szCs w:val="22"/>
              </w:rPr>
              <w:t>Дата приема заявления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C4226C" w:rsidRDefault="009570C5" w:rsidP="00102B0D">
            <w:pPr>
              <w:overflowPunct/>
              <w:jc w:val="center"/>
              <w:textAlignment w:val="auto"/>
              <w:rPr>
                <w:sz w:val="22"/>
                <w:szCs w:val="22"/>
              </w:rPr>
            </w:pPr>
            <w:r w:rsidRPr="00C4226C">
              <w:rPr>
                <w:sz w:val="22"/>
                <w:szCs w:val="22"/>
              </w:rPr>
              <w:t>Подпись специалиста</w:t>
            </w:r>
          </w:p>
        </w:tc>
      </w:tr>
      <w:tr w:rsidR="009570C5" w:rsidRPr="00C4226C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C4226C" w:rsidRDefault="009570C5" w:rsidP="00102B0D">
            <w:pPr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C4226C" w:rsidRDefault="009570C5" w:rsidP="00102B0D">
            <w:pPr>
              <w:overflowPunct/>
              <w:textAlignment w:val="auto"/>
              <w:rPr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C5" w:rsidRPr="00C4226C" w:rsidRDefault="009570C5" w:rsidP="00102B0D">
            <w:pPr>
              <w:overflowPunct/>
              <w:textAlignment w:val="auto"/>
              <w:rPr>
                <w:sz w:val="22"/>
                <w:szCs w:val="22"/>
              </w:rPr>
            </w:pPr>
          </w:p>
        </w:tc>
      </w:tr>
    </w:tbl>
    <w:p w:rsidR="009570C5" w:rsidRDefault="009570C5"/>
    <w:sectPr w:rsidR="009570C5" w:rsidSect="00765DC1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0C5" w:rsidRDefault="009570C5" w:rsidP="00C4226C">
      <w:r>
        <w:separator/>
      </w:r>
    </w:p>
  </w:endnote>
  <w:endnote w:type="continuationSeparator" w:id="0">
    <w:p w:rsidR="009570C5" w:rsidRDefault="009570C5" w:rsidP="00C42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0C5" w:rsidRDefault="009570C5" w:rsidP="00C4226C">
      <w:r>
        <w:separator/>
      </w:r>
    </w:p>
  </w:footnote>
  <w:footnote w:type="continuationSeparator" w:id="0">
    <w:p w:rsidR="009570C5" w:rsidRDefault="009570C5" w:rsidP="00C422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26C"/>
    <w:rsid w:val="000414FE"/>
    <w:rsid w:val="000E162B"/>
    <w:rsid w:val="00102B0D"/>
    <w:rsid w:val="002271CA"/>
    <w:rsid w:val="002701E3"/>
    <w:rsid w:val="00351786"/>
    <w:rsid w:val="003C60E8"/>
    <w:rsid w:val="004000BF"/>
    <w:rsid w:val="004D2E03"/>
    <w:rsid w:val="0050516C"/>
    <w:rsid w:val="0055550D"/>
    <w:rsid w:val="006D14B2"/>
    <w:rsid w:val="0072178D"/>
    <w:rsid w:val="007328F9"/>
    <w:rsid w:val="00765DC1"/>
    <w:rsid w:val="00902A83"/>
    <w:rsid w:val="009570C5"/>
    <w:rsid w:val="009E754F"/>
    <w:rsid w:val="00A54B21"/>
    <w:rsid w:val="00BA4FD3"/>
    <w:rsid w:val="00C4226C"/>
    <w:rsid w:val="00CD7B38"/>
    <w:rsid w:val="00D06E16"/>
    <w:rsid w:val="00D7118A"/>
    <w:rsid w:val="00DB2E78"/>
    <w:rsid w:val="00F61D60"/>
    <w:rsid w:val="00F93DC8"/>
    <w:rsid w:val="00FB0A5D"/>
    <w:rsid w:val="00FD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26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26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422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226C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C4226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226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624</Words>
  <Characters>3562</Characters>
  <Application>Microsoft Office Outlook</Application>
  <DocSecurity>0</DocSecurity>
  <Lines>0</Lines>
  <Paragraphs>0</Paragraphs>
  <ScaleCrop>false</ScaleCrop>
  <Company>Отдел соцзащиты по Суздальскому району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Гнидина</dc:creator>
  <cp:keywords/>
  <dc:description/>
  <cp:lastModifiedBy>lgotlg</cp:lastModifiedBy>
  <cp:revision>5</cp:revision>
  <cp:lastPrinted>2019-11-20T10:54:00Z</cp:lastPrinted>
  <dcterms:created xsi:type="dcterms:W3CDTF">2019-11-20T10:19:00Z</dcterms:created>
  <dcterms:modified xsi:type="dcterms:W3CDTF">2019-12-06T07:37:00Z</dcterms:modified>
</cp:coreProperties>
</file>