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366" w:rsidRPr="00FD3F68" w:rsidRDefault="00BF1366" w:rsidP="00CB312C">
      <w:pPr>
        <w:overflowPunct/>
        <w:jc w:val="right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>В</w:t>
      </w:r>
      <w:r w:rsidRPr="00FD3F68">
        <w:rPr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r w:rsidRPr="00FD3F68">
        <w:rPr>
          <w:sz w:val="24"/>
          <w:szCs w:val="24"/>
        </w:rPr>
        <w:t>осударственное казенное учреждение социальной</w:t>
      </w:r>
    </w:p>
    <w:p w:rsidR="00BF1366" w:rsidRPr="00FD3F68" w:rsidRDefault="00BF1366" w:rsidP="00CB312C">
      <w:pPr>
        <w:overflowPunct/>
        <w:jc w:val="right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 xml:space="preserve">                             защиты населения по </w:t>
      </w:r>
      <w:r>
        <w:rPr>
          <w:sz w:val="24"/>
          <w:szCs w:val="24"/>
        </w:rPr>
        <w:t>Суздальскому району</w:t>
      </w:r>
    </w:p>
    <w:p w:rsidR="00BF1366" w:rsidRPr="002271CA" w:rsidRDefault="00BF1366" w:rsidP="00CB312C">
      <w:pPr>
        <w:overflowPunct/>
        <w:jc w:val="right"/>
        <w:textAlignment w:val="auto"/>
        <w:outlineLvl w:val="0"/>
        <w:rPr>
          <w:sz w:val="16"/>
          <w:szCs w:val="16"/>
        </w:rPr>
      </w:pPr>
    </w:p>
    <w:p w:rsidR="00BF1366" w:rsidRDefault="00BF1366" w:rsidP="00CB312C">
      <w:pPr>
        <w:overflowPunct/>
        <w:jc w:val="center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 xml:space="preserve">Заявление о </w:t>
      </w:r>
      <w:r>
        <w:rPr>
          <w:sz w:val="24"/>
          <w:szCs w:val="24"/>
        </w:rPr>
        <w:t>выдаче удостоверения лица, которому на 3 сентября 1945 года</w:t>
      </w:r>
    </w:p>
    <w:p w:rsidR="00BF1366" w:rsidRPr="00FD3F68" w:rsidRDefault="00BF1366" w:rsidP="00CB312C">
      <w:pPr>
        <w:overflowPunct/>
        <w:jc w:val="center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>не исполнилось 18 лет («Дети войны»)</w:t>
      </w:r>
    </w:p>
    <w:p w:rsidR="00BF1366" w:rsidRPr="00FD3F68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BF1366" w:rsidRPr="00FD3F68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1.(Ф.И.О.)__________________________________________________</w:t>
      </w:r>
      <w:r>
        <w:rPr>
          <w:sz w:val="24"/>
          <w:szCs w:val="24"/>
        </w:rPr>
        <w:t>__________</w:t>
      </w:r>
      <w:r w:rsidRPr="00FD3F68">
        <w:rPr>
          <w:sz w:val="24"/>
          <w:szCs w:val="24"/>
        </w:rPr>
        <w:t>________,</w:t>
      </w:r>
    </w:p>
    <w:p w:rsidR="00BF1366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проживающий(ая)</w:t>
      </w:r>
      <w:r>
        <w:rPr>
          <w:sz w:val="24"/>
          <w:szCs w:val="24"/>
        </w:rPr>
        <w:t xml:space="preserve"> </w:t>
      </w:r>
      <w:r w:rsidRPr="00FD3F68">
        <w:rPr>
          <w:sz w:val="24"/>
          <w:szCs w:val="24"/>
        </w:rPr>
        <w:t>по адресу: ________________________________</w:t>
      </w:r>
      <w:r>
        <w:rPr>
          <w:sz w:val="24"/>
          <w:szCs w:val="24"/>
        </w:rPr>
        <w:t>__</w:t>
      </w:r>
      <w:r w:rsidRPr="00FD3F68">
        <w:rPr>
          <w:sz w:val="24"/>
          <w:szCs w:val="24"/>
        </w:rPr>
        <w:t>________</w:t>
      </w:r>
      <w:r>
        <w:rPr>
          <w:sz w:val="24"/>
          <w:szCs w:val="24"/>
        </w:rPr>
        <w:t>________</w:t>
      </w:r>
      <w:r w:rsidRPr="00FD3F68">
        <w:rPr>
          <w:sz w:val="24"/>
          <w:szCs w:val="24"/>
        </w:rPr>
        <w:t>__</w:t>
      </w:r>
    </w:p>
    <w:p w:rsidR="00BF1366" w:rsidRPr="00FD3F68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_________________________________________________________тел._________________</w:t>
      </w:r>
    </w:p>
    <w:p w:rsidR="00BF1366" w:rsidRPr="00D7118A" w:rsidRDefault="00BF1366" w:rsidP="00CB312C">
      <w:pPr>
        <w:overflowPunct/>
        <w:jc w:val="both"/>
        <w:textAlignment w:val="auto"/>
        <w:outlineLvl w:val="0"/>
        <w:rPr>
          <w:sz w:val="16"/>
          <w:szCs w:val="16"/>
        </w:rPr>
      </w:pPr>
    </w:p>
    <w:p w:rsidR="00BF1366" w:rsidRPr="00FD3F68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2. Сведения о законном представителе лица:</w:t>
      </w:r>
    </w:p>
    <w:p w:rsidR="00BF1366" w:rsidRPr="00FD3F68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(Ф.И.О.)__________________________________________________________</w:t>
      </w:r>
      <w:r>
        <w:rPr>
          <w:sz w:val="24"/>
          <w:szCs w:val="24"/>
        </w:rPr>
        <w:t>_______</w:t>
      </w:r>
      <w:r w:rsidRPr="00FD3F68">
        <w:rPr>
          <w:sz w:val="24"/>
          <w:szCs w:val="24"/>
        </w:rPr>
        <w:t>_____</w:t>
      </w:r>
    </w:p>
    <w:p w:rsidR="00BF1366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Проживающий(ая) по адресу: ________________</w:t>
      </w:r>
      <w:r>
        <w:rPr>
          <w:sz w:val="24"/>
          <w:szCs w:val="24"/>
        </w:rPr>
        <w:t>_</w:t>
      </w:r>
      <w:r w:rsidRPr="00FD3F68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</w:t>
      </w:r>
    </w:p>
    <w:p w:rsidR="00BF1366" w:rsidRPr="002271CA" w:rsidRDefault="00BF1366" w:rsidP="00CB312C">
      <w:pPr>
        <w:overflowPunct/>
        <w:jc w:val="both"/>
        <w:textAlignment w:val="auto"/>
        <w:outlineLvl w:val="0"/>
        <w:rPr>
          <w:sz w:val="16"/>
          <w:szCs w:val="16"/>
        </w:rPr>
      </w:pPr>
    </w:p>
    <w:p w:rsidR="00BF1366" w:rsidRPr="00FD3F68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>Прошу выдать мне удостоверение лица, которому на 3 сентября 1945 года не исполнилось 18 лет («Дети войны»).</w:t>
      </w:r>
    </w:p>
    <w:p w:rsidR="00BF1366" w:rsidRPr="002271CA" w:rsidRDefault="00BF1366" w:rsidP="00CB312C">
      <w:pPr>
        <w:overflowPunct/>
        <w:jc w:val="both"/>
        <w:textAlignment w:val="auto"/>
        <w:rPr>
          <w:sz w:val="16"/>
          <w:szCs w:val="16"/>
        </w:rPr>
      </w:pPr>
    </w:p>
    <w:tbl>
      <w:tblPr>
        <w:tblW w:w="9351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9"/>
        <w:gridCol w:w="1492"/>
      </w:tblGrid>
      <w:tr w:rsidR="00BF1366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К заявлению прилагаю следующие документы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______ листах</w:t>
            </w:r>
          </w:p>
        </w:tc>
      </w:tr>
      <w:tr w:rsidR="00BF1366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1. Копию документов, удостоверяющих личность и постоянное проживание на территории области</w:t>
            </w:r>
            <w:r>
              <w:rPr>
                <w:sz w:val="24"/>
                <w:szCs w:val="24"/>
              </w:rPr>
              <w:t xml:space="preserve"> заявителя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  <w:tr w:rsidR="00BF1366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 xml:space="preserve">2. Копию документов, удостоверяющих личность </w:t>
            </w:r>
            <w:r>
              <w:rPr>
                <w:sz w:val="24"/>
                <w:szCs w:val="24"/>
              </w:rPr>
              <w:t>законного представителя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  <w:tr w:rsidR="00BF1366" w:rsidRPr="00FD3F68"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Копию документа, подтверждающего полномочия законного представителя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</w:tbl>
    <w:p w:rsidR="00BF1366" w:rsidRPr="006D14B2" w:rsidRDefault="00BF1366" w:rsidP="00CB31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14B2">
        <w:rPr>
          <w:rFonts w:ascii="Times New Roman" w:hAnsi="Times New Roman" w:cs="Times New Roman"/>
          <w:sz w:val="24"/>
          <w:szCs w:val="24"/>
        </w:rPr>
        <w:t xml:space="preserve">    Согласен(на)  на  обработку  моих  персональных  данных, содержащихся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настоящем   заявлении</w:t>
      </w:r>
      <w:r>
        <w:rPr>
          <w:rFonts w:ascii="Times New Roman" w:hAnsi="Times New Roman" w:cs="Times New Roman"/>
          <w:sz w:val="24"/>
          <w:szCs w:val="24"/>
        </w:rPr>
        <w:t xml:space="preserve"> и прилагаемых документах</w:t>
      </w:r>
      <w:r w:rsidRPr="006D14B2">
        <w:rPr>
          <w:rFonts w:ascii="Times New Roman" w:hAnsi="Times New Roman" w:cs="Times New Roman"/>
          <w:sz w:val="24"/>
          <w:szCs w:val="24"/>
        </w:rPr>
        <w:t>,   в 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D14B2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D14B2">
        <w:rPr>
          <w:rFonts w:ascii="Times New Roman" w:hAnsi="Times New Roman" w:cs="Times New Roman"/>
          <w:sz w:val="24"/>
          <w:szCs w:val="24"/>
        </w:rPr>
        <w:t xml:space="preserve"> сбор,  систематизацию,  накопление,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хранение, уточнение (обновление, изменение), использование, распространение</w:t>
      </w:r>
      <w:r>
        <w:rPr>
          <w:rFonts w:ascii="Times New Roman" w:hAnsi="Times New Roman" w:cs="Times New Roman"/>
          <w:sz w:val="24"/>
          <w:szCs w:val="24"/>
        </w:rPr>
        <w:t xml:space="preserve"> (в</w:t>
      </w:r>
      <w:r w:rsidRPr="006D14B2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D14B2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D14B2">
        <w:rPr>
          <w:rFonts w:ascii="Times New Roman" w:hAnsi="Times New Roman" w:cs="Times New Roman"/>
          <w:sz w:val="24"/>
          <w:szCs w:val="24"/>
        </w:rPr>
        <w:t xml:space="preserve"> передачу),   обезличивание,   блокирование,  уничтожение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персональных  данных,  имеющихся  в  распоряжении  департамента 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защиты  населения  администрации  Владимирской  области  и 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казенного  учреждения  социальной  защиты  населения Владимирской области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 xml:space="preserve">целью   </w:t>
      </w:r>
      <w:r>
        <w:rPr>
          <w:rFonts w:ascii="Times New Roman" w:hAnsi="Times New Roman" w:cs="Times New Roman"/>
          <w:sz w:val="24"/>
          <w:szCs w:val="24"/>
        </w:rPr>
        <w:t>выдачи мне удостоверения, служащего основанием для реализации права на предоставление</w:t>
      </w:r>
      <w:r w:rsidRPr="006D14B2">
        <w:rPr>
          <w:rFonts w:ascii="Times New Roman" w:hAnsi="Times New Roman" w:cs="Times New Roman"/>
          <w:sz w:val="24"/>
          <w:szCs w:val="24"/>
        </w:rPr>
        <w:t xml:space="preserve">  мне  мер  социальной  поддержки  в  соответствии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действующим законодательством.</w:t>
      </w:r>
    </w:p>
    <w:p w:rsidR="00BF1366" w:rsidRPr="006D14B2" w:rsidRDefault="00BF1366" w:rsidP="00CB31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D14B2">
        <w:rPr>
          <w:rFonts w:ascii="Times New Roman" w:hAnsi="Times New Roman" w:cs="Times New Roman"/>
          <w:sz w:val="24"/>
          <w:szCs w:val="24"/>
        </w:rPr>
        <w:t xml:space="preserve">    Согласие  на  обработку  и  передачу  персональных  данных  действует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 xml:space="preserve">течение  всего  периода  </w:t>
      </w:r>
      <w:r>
        <w:rPr>
          <w:rFonts w:ascii="Times New Roman" w:hAnsi="Times New Roman" w:cs="Times New Roman"/>
          <w:sz w:val="24"/>
          <w:szCs w:val="24"/>
        </w:rPr>
        <w:t>действия выданного мне удостоверения</w:t>
      </w:r>
      <w:r w:rsidRPr="006D14B2">
        <w:rPr>
          <w:rFonts w:ascii="Times New Roman" w:hAnsi="Times New Roman" w:cs="Times New Roman"/>
          <w:sz w:val="24"/>
          <w:szCs w:val="24"/>
        </w:rPr>
        <w:t xml:space="preserve"> либо до моего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14B2">
        <w:rPr>
          <w:rFonts w:ascii="Times New Roman" w:hAnsi="Times New Roman" w:cs="Times New Roman"/>
          <w:sz w:val="24"/>
          <w:szCs w:val="24"/>
        </w:rPr>
        <w:t>письменного отзыва данного согласия.</w:t>
      </w:r>
    </w:p>
    <w:p w:rsidR="00BF1366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BF1366" w:rsidRPr="00FD3F68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Дата _________________</w:t>
      </w:r>
      <w:r>
        <w:rPr>
          <w:sz w:val="24"/>
          <w:szCs w:val="24"/>
        </w:rPr>
        <w:t>___</w:t>
      </w:r>
      <w:r w:rsidRPr="00FD3F68">
        <w:rPr>
          <w:sz w:val="24"/>
          <w:szCs w:val="24"/>
        </w:rPr>
        <w:t>__          Подпись заявителя _____</w:t>
      </w:r>
      <w:r>
        <w:rPr>
          <w:sz w:val="24"/>
          <w:szCs w:val="24"/>
        </w:rPr>
        <w:t>____</w:t>
      </w:r>
      <w:r w:rsidRPr="00FD3F68">
        <w:rPr>
          <w:sz w:val="24"/>
          <w:szCs w:val="24"/>
        </w:rPr>
        <w:t>__________________</w:t>
      </w:r>
    </w:p>
    <w:p w:rsidR="00BF1366" w:rsidRPr="002271CA" w:rsidRDefault="00BF1366" w:rsidP="00CB312C">
      <w:pPr>
        <w:overflowPunct/>
        <w:jc w:val="both"/>
        <w:textAlignment w:val="auto"/>
        <w:rPr>
          <w:sz w:val="16"/>
          <w:szCs w:val="16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99"/>
        <w:gridCol w:w="3515"/>
      </w:tblGrid>
      <w:tr w:rsidR="00BF1366" w:rsidRPr="00FD3F68"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Данные, указанные в заявлении, соответствуют предоставленным документам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Подпись специалиста</w:t>
            </w:r>
          </w:p>
        </w:tc>
      </w:tr>
      <w:tr w:rsidR="00BF1366" w:rsidRPr="00FD3F68">
        <w:tc>
          <w:tcPr>
            <w:tcW w:w="5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</w:tbl>
    <w:p w:rsidR="00BF1366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</w:p>
    <w:p w:rsidR="00BF1366" w:rsidRPr="00FD3F68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>
        <w:rPr>
          <w:sz w:val="24"/>
          <w:szCs w:val="24"/>
        </w:rPr>
        <w:t>------------------</w:t>
      </w:r>
      <w:r w:rsidRPr="00FD3F68">
        <w:rPr>
          <w:sz w:val="24"/>
          <w:szCs w:val="24"/>
        </w:rPr>
        <w:t>--------------------------------------------------------------------------</w:t>
      </w:r>
      <w:r>
        <w:rPr>
          <w:sz w:val="24"/>
          <w:szCs w:val="24"/>
        </w:rPr>
        <w:t>-------------------------</w:t>
      </w:r>
    </w:p>
    <w:p w:rsidR="00BF1366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D3F68">
        <w:rPr>
          <w:sz w:val="24"/>
          <w:szCs w:val="24"/>
        </w:rPr>
        <w:t xml:space="preserve"> Расписка-уведомление</w:t>
      </w:r>
    </w:p>
    <w:p w:rsidR="00BF1366" w:rsidRPr="00FD3F68" w:rsidRDefault="00BF1366" w:rsidP="00CB312C">
      <w:pPr>
        <w:overflowPunct/>
        <w:jc w:val="both"/>
        <w:textAlignment w:val="auto"/>
        <w:outlineLvl w:val="0"/>
        <w:rPr>
          <w:sz w:val="24"/>
          <w:szCs w:val="24"/>
        </w:rPr>
      </w:pPr>
      <w:r w:rsidRPr="00FD3F68">
        <w:rPr>
          <w:sz w:val="24"/>
          <w:szCs w:val="24"/>
        </w:rPr>
        <w:t>Заявление и документы гр.</w:t>
      </w: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3175"/>
        <w:gridCol w:w="3515"/>
      </w:tblGrid>
      <w:tr w:rsidR="00BF1366" w:rsidRPr="00FD3F6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6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Принял</w:t>
            </w:r>
          </w:p>
        </w:tc>
      </w:tr>
      <w:tr w:rsidR="00BF1366" w:rsidRPr="00FD3F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Дата приема заявления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FD3F68">
              <w:rPr>
                <w:sz w:val="24"/>
                <w:szCs w:val="24"/>
              </w:rPr>
              <w:t>Подпись специалиста</w:t>
            </w:r>
          </w:p>
        </w:tc>
      </w:tr>
      <w:tr w:rsidR="00BF1366" w:rsidRPr="00FD3F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366" w:rsidRPr="00FD3F68" w:rsidRDefault="00BF1366" w:rsidP="00102B0D">
            <w:pPr>
              <w:overflowPunct/>
              <w:textAlignment w:val="auto"/>
              <w:rPr>
                <w:sz w:val="24"/>
                <w:szCs w:val="24"/>
              </w:rPr>
            </w:pPr>
          </w:p>
        </w:tc>
      </w:tr>
    </w:tbl>
    <w:p w:rsidR="00BF1366" w:rsidRDefault="00BF1366" w:rsidP="00EB1908"/>
    <w:sectPr w:rsidR="00BF1366" w:rsidSect="00EB1908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366" w:rsidRDefault="00BF1366" w:rsidP="00CB312C">
      <w:r>
        <w:separator/>
      </w:r>
    </w:p>
  </w:endnote>
  <w:endnote w:type="continuationSeparator" w:id="0">
    <w:p w:rsidR="00BF1366" w:rsidRDefault="00BF1366" w:rsidP="00CB3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366" w:rsidRDefault="00BF1366" w:rsidP="00CB312C">
      <w:r>
        <w:separator/>
      </w:r>
    </w:p>
  </w:footnote>
  <w:footnote w:type="continuationSeparator" w:id="0">
    <w:p w:rsidR="00BF1366" w:rsidRDefault="00BF1366" w:rsidP="00CB31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12C"/>
    <w:rsid w:val="00014C82"/>
    <w:rsid w:val="00102B0D"/>
    <w:rsid w:val="001D2F0E"/>
    <w:rsid w:val="002271CA"/>
    <w:rsid w:val="002F2306"/>
    <w:rsid w:val="004D2E03"/>
    <w:rsid w:val="00506E39"/>
    <w:rsid w:val="006D14B2"/>
    <w:rsid w:val="007F2F82"/>
    <w:rsid w:val="00812D7C"/>
    <w:rsid w:val="00BF1366"/>
    <w:rsid w:val="00C42CA9"/>
    <w:rsid w:val="00CB312C"/>
    <w:rsid w:val="00D7118A"/>
    <w:rsid w:val="00D802F2"/>
    <w:rsid w:val="00EB1908"/>
    <w:rsid w:val="00FD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2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312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B31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B312C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CB31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B312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372</Words>
  <Characters>2121</Characters>
  <Application>Microsoft Office Outlook</Application>
  <DocSecurity>0</DocSecurity>
  <Lines>0</Lines>
  <Paragraphs>0</Paragraphs>
  <ScaleCrop>false</ScaleCrop>
  <Company>Отдел соцзащиты по Суздальскому району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Гнидина</dc:creator>
  <cp:keywords/>
  <dc:description/>
  <cp:lastModifiedBy>lgot7</cp:lastModifiedBy>
  <cp:revision>4</cp:revision>
  <cp:lastPrinted>2019-11-25T11:17:00Z</cp:lastPrinted>
  <dcterms:created xsi:type="dcterms:W3CDTF">2019-11-20T10:13:00Z</dcterms:created>
  <dcterms:modified xsi:type="dcterms:W3CDTF">2019-11-25T11:17:00Z</dcterms:modified>
</cp:coreProperties>
</file>